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7E5" w:rsidRPr="00BB2CA1" w:rsidRDefault="001077E5" w:rsidP="00D35A76">
      <w:pPr>
        <w:pStyle w:val="TextBody"/>
        <w:rPr>
          <w:rFonts w:ascii="Cambria" w:hAnsi="Cambria" w:cs="Cambria"/>
          <w:b/>
          <w:bCs/>
          <w:color w:val="000000"/>
        </w:rPr>
      </w:pPr>
      <w:r w:rsidRPr="00BB2CA1">
        <w:rPr>
          <w:rFonts w:ascii="Cambria" w:hAnsi="Cambria" w:cs="Cambria"/>
          <w:b/>
          <w:bCs/>
          <w:color w:val="000000"/>
        </w:rPr>
        <w:t xml:space="preserve">Standard </w:t>
      </w:r>
      <w:r>
        <w:rPr>
          <w:rFonts w:ascii="Cambria" w:hAnsi="Cambria" w:cs="Cambria"/>
          <w:b/>
          <w:bCs/>
          <w:color w:val="000000"/>
        </w:rPr>
        <w:t>Withdrawal Form</w:t>
      </w:r>
      <w:r w:rsidRPr="00BB2CA1">
        <w:rPr>
          <w:rFonts w:ascii="Cambria" w:hAnsi="Cambria" w:cs="Cambria"/>
          <w:b/>
          <w:bCs/>
          <w:color w:val="000000"/>
        </w:rPr>
        <w:t>:</w:t>
      </w:r>
    </w:p>
    <w:p w:rsidR="001077E5" w:rsidRPr="00BB2CA1" w:rsidRDefault="001077E5" w:rsidP="00BB2CA1">
      <w:pPr>
        <w:pStyle w:val="TextBody"/>
        <w:spacing w:after="0"/>
        <w:jc w:val="both"/>
        <w:rPr>
          <w:rFonts w:ascii="Cambria" w:hAnsi="Cambria" w:cs="Cambria"/>
          <w:i/>
          <w:iCs/>
          <w:color w:val="000000"/>
        </w:rPr>
      </w:pPr>
      <w:r>
        <w:rPr>
          <w:rFonts w:ascii="Cambria" w:hAnsi="Cambria" w:cs="Cambria"/>
          <w:i/>
          <w:iCs/>
          <w:color w:val="000000"/>
        </w:rPr>
        <w:t>(fill in</w:t>
      </w:r>
      <w:r w:rsidRPr="00BB2CA1">
        <w:rPr>
          <w:rFonts w:ascii="Cambria" w:hAnsi="Cambria" w:cs="Cambria"/>
          <w:i/>
          <w:iCs/>
          <w:color w:val="000000"/>
        </w:rPr>
        <w:t xml:space="preserve"> and submit this form only if you wish to cancel the </w:t>
      </w:r>
      <w:r>
        <w:rPr>
          <w:rFonts w:ascii="Cambria" w:hAnsi="Cambria" w:cs="Cambria"/>
          <w:i/>
          <w:iCs/>
          <w:color w:val="000000"/>
        </w:rPr>
        <w:t>order</w:t>
      </w:r>
      <w:r w:rsidRPr="00BB2CA1">
        <w:rPr>
          <w:rFonts w:ascii="Cambria" w:hAnsi="Cambria" w:cs="Cambria"/>
          <w:i/>
          <w:iCs/>
          <w:color w:val="000000"/>
        </w:rPr>
        <w:t>)</w:t>
      </w:r>
    </w:p>
    <w:p w:rsidR="001077E5" w:rsidRDefault="001077E5" w:rsidP="009556A9">
      <w:pPr>
        <w:pStyle w:val="TextBody"/>
        <w:spacing w:after="0"/>
        <w:rPr>
          <w:rFonts w:ascii="Cambria" w:hAnsi="Cambria" w:cs="Cambria"/>
          <w:color w:val="000000"/>
        </w:rPr>
      </w:pPr>
    </w:p>
    <w:p w:rsidR="001077E5" w:rsidRDefault="001077E5" w:rsidP="009556A9">
      <w:pPr>
        <w:pStyle w:val="TextBody"/>
        <w:spacing w:after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To _______________________________________</w:t>
      </w:r>
    </w:p>
    <w:p w:rsidR="001077E5" w:rsidRDefault="001077E5" w:rsidP="009556A9">
      <w:pPr>
        <w:pStyle w:val="TextBody"/>
        <w:spacing w:after="0"/>
        <w:rPr>
          <w:rFonts w:ascii="Cambria" w:hAnsi="Cambria" w:cs="Cambria"/>
          <w:color w:val="000000"/>
        </w:rPr>
      </w:pPr>
    </w:p>
    <w:p w:rsidR="001077E5" w:rsidRDefault="001077E5" w:rsidP="009556A9">
      <w:pPr>
        <w:pStyle w:val="TextBody"/>
        <w:spacing w:after="0"/>
        <w:rPr>
          <w:rFonts w:ascii="Cambria" w:hAnsi="Cambria" w:cs="Cambria"/>
          <w:color w:val="000000"/>
        </w:rPr>
      </w:pPr>
      <w:r w:rsidRPr="00D35A76">
        <w:rPr>
          <w:rFonts w:ascii="Cambria" w:hAnsi="Cambria" w:cs="Cambria"/>
          <w:color w:val="000000"/>
        </w:rPr>
        <w:t>I</w:t>
      </w:r>
      <w:r>
        <w:rPr>
          <w:rFonts w:ascii="Cambria" w:hAnsi="Cambria" w:cs="Cambria"/>
          <w:color w:val="000000"/>
        </w:rPr>
        <w:t>/we</w:t>
      </w:r>
      <w:r w:rsidRPr="00D35A76">
        <w:rPr>
          <w:rFonts w:ascii="Cambria" w:hAnsi="Cambria" w:cs="Cambria"/>
          <w:color w:val="000000"/>
        </w:rPr>
        <w:t xml:space="preserve"> hereby inform you that </w:t>
      </w:r>
      <w:r>
        <w:rPr>
          <w:rFonts w:ascii="Cambria" w:hAnsi="Cambria" w:cs="Cambria"/>
          <w:color w:val="000000"/>
        </w:rPr>
        <w:t>I/</w:t>
      </w:r>
      <w:r w:rsidRPr="00D35A76">
        <w:rPr>
          <w:rFonts w:ascii="Cambria" w:hAnsi="Cambria" w:cs="Cambria"/>
          <w:color w:val="000000"/>
        </w:rPr>
        <w:t xml:space="preserve">we </w:t>
      </w:r>
      <w:r>
        <w:rPr>
          <w:rFonts w:ascii="Cambria" w:hAnsi="Cambria" w:cs="Cambria"/>
          <w:color w:val="000000"/>
        </w:rPr>
        <w:t>withdraw from my</w:t>
      </w:r>
      <w:r w:rsidRPr="00D35A76">
        <w:rPr>
          <w:rFonts w:ascii="Cambria" w:hAnsi="Cambria" w:cs="Cambria"/>
          <w:color w:val="000000"/>
        </w:rPr>
        <w:t>/</w:t>
      </w:r>
      <w:r>
        <w:rPr>
          <w:rFonts w:ascii="Cambria" w:hAnsi="Cambria" w:cs="Cambria"/>
          <w:color w:val="000000"/>
        </w:rPr>
        <w:t>our</w:t>
      </w:r>
      <w:r w:rsidRPr="00D35A76">
        <w:rPr>
          <w:rFonts w:ascii="Cambria" w:hAnsi="Cambria" w:cs="Cambria"/>
          <w:color w:val="000000"/>
        </w:rPr>
        <w:t xml:space="preserve"> contrac</w:t>
      </w:r>
      <w:r>
        <w:rPr>
          <w:rFonts w:ascii="Cambria" w:hAnsi="Cambria" w:cs="Cambria"/>
          <w:color w:val="000000"/>
        </w:rPr>
        <w:t>t for the</w:t>
      </w:r>
      <w:r w:rsidRPr="00D35A76">
        <w:rPr>
          <w:rFonts w:ascii="Cambria" w:hAnsi="Cambria" w:cs="Cambria"/>
          <w:color w:val="000000"/>
        </w:rPr>
        <w:t xml:space="preserve"> purchas</w:t>
      </w:r>
      <w:r>
        <w:rPr>
          <w:rFonts w:ascii="Cambria" w:hAnsi="Cambria" w:cs="Cambria"/>
          <w:color w:val="000000"/>
        </w:rPr>
        <w:t>ing</w:t>
      </w:r>
      <w:r w:rsidRPr="00D35A76">
        <w:rPr>
          <w:rFonts w:ascii="Cambria" w:hAnsi="Cambria" w:cs="Cambria"/>
          <w:color w:val="000000"/>
        </w:rPr>
        <w:t xml:space="preserve"> </w:t>
      </w:r>
      <w:r>
        <w:rPr>
          <w:rFonts w:ascii="Cambria" w:hAnsi="Cambria" w:cs="Cambria"/>
          <w:color w:val="000000"/>
        </w:rPr>
        <w:t xml:space="preserve">of </w:t>
      </w:r>
      <w:r w:rsidRPr="00D35A76">
        <w:rPr>
          <w:rFonts w:ascii="Cambria" w:hAnsi="Cambria" w:cs="Cambria"/>
          <w:color w:val="000000"/>
        </w:rPr>
        <w:t xml:space="preserve">the following </w:t>
      </w:r>
      <w:r>
        <w:rPr>
          <w:rFonts w:ascii="Cambria" w:hAnsi="Cambria" w:cs="Cambria"/>
          <w:color w:val="000000"/>
        </w:rPr>
        <w:t xml:space="preserve"> </w:t>
      </w:r>
      <w:r w:rsidRPr="00D35A76">
        <w:rPr>
          <w:rFonts w:ascii="Cambria" w:hAnsi="Cambria" w:cs="Cambria"/>
          <w:color w:val="000000"/>
        </w:rPr>
        <w:t xml:space="preserve">goods </w:t>
      </w:r>
      <w:r>
        <w:rPr>
          <w:rFonts w:ascii="Cambria" w:hAnsi="Cambria" w:cs="Cambri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077E5" w:rsidRDefault="001077E5">
      <w:pPr>
        <w:pStyle w:val="TextBody"/>
      </w:pPr>
    </w:p>
    <w:p w:rsidR="001077E5" w:rsidRDefault="001077E5">
      <w:pPr>
        <w:pStyle w:val="TextBody"/>
        <w:spacing w:after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Ordered on / received on</w:t>
      </w:r>
      <w:r w:rsidRPr="00D35A76">
        <w:rPr>
          <w:rFonts w:ascii="Cambria" w:hAnsi="Cambria" w:cs="Cambria"/>
          <w:color w:val="000000"/>
        </w:rPr>
        <w:t xml:space="preserve"> -</w:t>
      </w:r>
      <w:r>
        <w:rPr>
          <w:rFonts w:ascii="Cambria" w:hAnsi="Cambria" w:cs="Cambria"/>
          <w:color w:val="000000"/>
        </w:rPr>
        <w:t>……………………………………………………………………………………………</w:t>
      </w:r>
    </w:p>
    <w:p w:rsidR="001077E5" w:rsidRDefault="001077E5">
      <w:pPr>
        <w:pStyle w:val="TextBody"/>
      </w:pPr>
    </w:p>
    <w:p w:rsidR="001077E5" w:rsidRDefault="001077E5">
      <w:pPr>
        <w:pStyle w:val="TextBody"/>
        <w:spacing w:after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User/s name/s</w:t>
      </w:r>
      <w:r w:rsidRPr="00D35A76">
        <w:rPr>
          <w:rFonts w:ascii="Cambria" w:hAnsi="Cambria" w:cs="Cambria"/>
          <w:color w:val="000000"/>
        </w:rPr>
        <w:t xml:space="preserve"> -</w:t>
      </w:r>
      <w:r>
        <w:rPr>
          <w:rFonts w:ascii="Cambria" w:hAnsi="Cambria" w:cs="Cambria"/>
          <w:color w:val="000000"/>
        </w:rPr>
        <w:t>……………………………………………………………………………………………….</w:t>
      </w:r>
    </w:p>
    <w:p w:rsidR="001077E5" w:rsidRDefault="001077E5">
      <w:pPr>
        <w:pStyle w:val="TextBody"/>
      </w:pPr>
    </w:p>
    <w:p w:rsidR="001077E5" w:rsidRDefault="001077E5">
      <w:pPr>
        <w:pStyle w:val="TextBody"/>
        <w:spacing w:after="0"/>
        <w:rPr>
          <w:rFonts w:ascii="Cambria" w:hAnsi="Cambria" w:cs="Cambria"/>
          <w:color w:val="000000"/>
        </w:rPr>
      </w:pPr>
      <w:r w:rsidRPr="00D35A76">
        <w:rPr>
          <w:rFonts w:ascii="Cambria" w:hAnsi="Cambria" w:cs="Cambria"/>
          <w:color w:val="000000"/>
        </w:rPr>
        <w:t>User</w:t>
      </w:r>
      <w:r>
        <w:rPr>
          <w:rFonts w:ascii="Cambria" w:hAnsi="Cambria" w:cs="Cambria"/>
          <w:color w:val="000000"/>
        </w:rPr>
        <w:t>/s</w:t>
      </w:r>
      <w:r w:rsidRPr="00D35A76">
        <w:rPr>
          <w:rFonts w:ascii="Cambria" w:hAnsi="Cambria" w:cs="Cambria"/>
          <w:color w:val="000000"/>
        </w:rPr>
        <w:t xml:space="preserve"> Address (</w:t>
      </w:r>
      <w:r>
        <w:rPr>
          <w:rFonts w:ascii="Cambria" w:hAnsi="Cambria" w:cs="Cambria"/>
          <w:color w:val="000000"/>
        </w:rPr>
        <w:t>e</w:t>
      </w:r>
      <w:r w:rsidRPr="00D35A76">
        <w:rPr>
          <w:rFonts w:ascii="Cambria" w:hAnsi="Cambria" w:cs="Cambria"/>
          <w:color w:val="000000"/>
        </w:rPr>
        <w:t>s) -</w:t>
      </w:r>
      <w:r>
        <w:rPr>
          <w:rFonts w:ascii="Cambria" w:hAnsi="Cambria" w:cs="Cambria"/>
          <w:color w:val="000000"/>
        </w:rPr>
        <w:t>…………………………………………………………………………………………………</w:t>
      </w:r>
    </w:p>
    <w:p w:rsidR="001077E5" w:rsidRDefault="001077E5">
      <w:pPr>
        <w:pStyle w:val="TextBody"/>
      </w:pPr>
    </w:p>
    <w:p w:rsidR="001077E5" w:rsidRPr="007F0D0A" w:rsidRDefault="001077E5" w:rsidP="00D35A76">
      <w:pPr>
        <w:pStyle w:val="TextBody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S</w:t>
      </w:r>
      <w:r w:rsidRPr="007F0D0A">
        <w:rPr>
          <w:rFonts w:ascii="Cambria" w:hAnsi="Cambria" w:cs="Cambria"/>
          <w:color w:val="000000"/>
        </w:rPr>
        <w:t>ignature (s)</w:t>
      </w:r>
      <w:r>
        <w:rPr>
          <w:rFonts w:ascii="Cambria" w:hAnsi="Cambria" w:cs="Cambria"/>
          <w:color w:val="000000"/>
        </w:rPr>
        <w:t xml:space="preserve"> of the user/s</w:t>
      </w:r>
      <w:r w:rsidRPr="007F0D0A">
        <w:rPr>
          <w:rFonts w:ascii="Cambria" w:hAnsi="Cambria" w:cs="Cambria"/>
          <w:color w:val="000000"/>
        </w:rPr>
        <w:t>: ……………………………………………….</w:t>
      </w:r>
    </w:p>
    <w:p w:rsidR="001077E5" w:rsidRPr="007F0D0A" w:rsidRDefault="001077E5" w:rsidP="00D35A76">
      <w:pPr>
        <w:pStyle w:val="TextBody"/>
        <w:rPr>
          <w:rFonts w:ascii="Cambria" w:hAnsi="Cambria" w:cs="Cambria"/>
          <w:i/>
          <w:iCs/>
          <w:color w:val="000000"/>
        </w:rPr>
      </w:pPr>
      <w:r w:rsidRPr="007F0D0A">
        <w:rPr>
          <w:rFonts w:ascii="Cambria" w:hAnsi="Cambria" w:cs="Cambria"/>
          <w:i/>
          <w:iCs/>
          <w:color w:val="000000"/>
        </w:rPr>
        <w:t>(only if this form is on paper)</w:t>
      </w:r>
    </w:p>
    <w:p w:rsidR="001077E5" w:rsidRDefault="001077E5">
      <w:pPr>
        <w:pStyle w:val="TextBody"/>
        <w:spacing w:after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Date: ……………………………………………</w:t>
      </w:r>
    </w:p>
    <w:p w:rsidR="001077E5" w:rsidRDefault="001077E5">
      <w:pPr>
        <w:pStyle w:val="TextBody"/>
      </w:pPr>
      <w:r>
        <w:br/>
      </w:r>
    </w:p>
    <w:sectPr w:rsidR="001077E5" w:rsidSect="00396340">
      <w:footerReference w:type="default" r:id="rId7"/>
      <w:pgSz w:w="11906" w:h="16838"/>
      <w:pgMar w:top="1417" w:right="1701" w:bottom="1417" w:left="1701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7E5" w:rsidRDefault="001077E5" w:rsidP="00396340">
      <w:pPr>
        <w:spacing w:after="0" w:line="240" w:lineRule="auto"/>
      </w:pPr>
      <w:r>
        <w:separator/>
      </w:r>
    </w:p>
  </w:endnote>
  <w:endnote w:type="continuationSeparator" w:id="1">
    <w:p w:rsidR="001077E5" w:rsidRDefault="001077E5" w:rsidP="00396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7E5" w:rsidRDefault="001077E5">
    <w:pPr>
      <w:pStyle w:val="Footer1"/>
    </w:pPr>
    <w:r w:rsidRPr="00B86891"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" o:spid="_x0000_i1026" type="#_x0000_t75" style="width:425.25pt;height:32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7E5" w:rsidRDefault="001077E5" w:rsidP="00396340">
      <w:pPr>
        <w:spacing w:after="0" w:line="240" w:lineRule="auto"/>
      </w:pPr>
      <w:r>
        <w:separator/>
      </w:r>
    </w:p>
  </w:footnote>
  <w:footnote w:type="continuationSeparator" w:id="1">
    <w:p w:rsidR="001077E5" w:rsidRDefault="001077E5" w:rsidP="003963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5AF9"/>
    <w:multiLevelType w:val="multilevel"/>
    <w:tmpl w:val="99D624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A91884"/>
    <w:multiLevelType w:val="multilevel"/>
    <w:tmpl w:val="4922EC2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6340"/>
    <w:rsid w:val="0003158C"/>
    <w:rsid w:val="001077E5"/>
    <w:rsid w:val="0020390F"/>
    <w:rsid w:val="00313BA3"/>
    <w:rsid w:val="00396340"/>
    <w:rsid w:val="0059431C"/>
    <w:rsid w:val="00726C05"/>
    <w:rsid w:val="007F0D0A"/>
    <w:rsid w:val="008024F0"/>
    <w:rsid w:val="00905A25"/>
    <w:rsid w:val="009556A9"/>
    <w:rsid w:val="00B40353"/>
    <w:rsid w:val="00B86891"/>
    <w:rsid w:val="00BB2CA1"/>
    <w:rsid w:val="00BF0D93"/>
    <w:rsid w:val="00CB3ABB"/>
    <w:rsid w:val="00D35A76"/>
    <w:rsid w:val="00D35B68"/>
    <w:rsid w:val="00E65E7E"/>
    <w:rsid w:val="00F16740"/>
    <w:rsid w:val="00F66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notationreferencePHPDOCX">
    <w:name w:val="annotation reference PHPDOCX"/>
    <w:uiPriority w:val="99"/>
    <w:semiHidden/>
    <w:rPr>
      <w:sz w:val="16"/>
      <w:szCs w:val="16"/>
    </w:rPr>
  </w:style>
  <w:style w:type="character" w:customStyle="1" w:styleId="CommentTextCharPHPDOCX">
    <w:name w:val="Comment Text Char PHPDOCX"/>
    <w:link w:val="annotationtextPHPDOCX"/>
    <w:uiPriority w:val="99"/>
    <w:semiHidden/>
    <w:locked/>
    <w:rPr>
      <w:sz w:val="20"/>
      <w:szCs w:val="20"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locked/>
    <w:rPr>
      <w:b/>
      <w:bCs/>
    </w:rPr>
  </w:style>
  <w:style w:type="character" w:customStyle="1" w:styleId="BalloonTextCharPHPDOCX">
    <w:name w:val="Balloon Text Char PHPDOCX"/>
    <w:link w:val="BalloonTextPHPDOCX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footnotetextCarPHPDOCX">
    <w:name w:val="footnote text Car PHPDOCX"/>
    <w:uiPriority w:val="99"/>
    <w:semiHidden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rPr>
      <w:vertAlign w:val="superscript"/>
    </w:rPr>
  </w:style>
  <w:style w:type="character" w:customStyle="1" w:styleId="endnotetextCarPHPDOCX">
    <w:name w:val="endnote text Car 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rPr>
      <w:vertAlign w:val="superscript"/>
    </w:rPr>
  </w:style>
  <w:style w:type="character" w:customStyle="1" w:styleId="DefaultParagraphFontPHPDOCX">
    <w:name w:val="Default Paragraph Font PHPDOCX"/>
    <w:uiPriority w:val="99"/>
    <w:semiHidden/>
    <w:rsid w:val="00396340"/>
  </w:style>
  <w:style w:type="character" w:customStyle="1" w:styleId="Heading1CarPHPDOCX">
    <w:name w:val="Heading 1 Car PHPDOCX"/>
    <w:basedOn w:val="DefaultParagraphFontPHPDOCX"/>
    <w:link w:val="Heading1PHPDOCX"/>
    <w:uiPriority w:val="99"/>
    <w:locked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9"/>
    <w:locked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9"/>
    <w:locked/>
    <w:rPr>
      <w:rFonts w:ascii="Cambria" w:hAnsi="Cambria" w:cs="Cambria"/>
      <w:b/>
      <w:bCs/>
      <w:color w:val="4F81BD"/>
    </w:rPr>
  </w:style>
  <w:style w:type="character" w:customStyle="1" w:styleId="Heading4CarPHPDOCX">
    <w:name w:val="Heading 4 Car PHPDOCX"/>
    <w:basedOn w:val="DefaultParagraphFontPHPDOCX"/>
    <w:link w:val="Heading4PHPDOCX"/>
    <w:uiPriority w:val="99"/>
    <w:locked/>
    <w:rPr>
      <w:rFonts w:ascii="Cambria" w:hAnsi="Cambria" w:cs="Cambria"/>
      <w:b/>
      <w:bCs/>
      <w:i/>
      <w:iCs/>
      <w:color w:val="4F81BD"/>
    </w:rPr>
  </w:style>
  <w:style w:type="character" w:customStyle="1" w:styleId="Heading5CarPHPDOCX">
    <w:name w:val="Heading 5 Car PHPDOCX"/>
    <w:basedOn w:val="DefaultParagraphFontPHPDOCX"/>
    <w:link w:val="Heading5PHPDOCX"/>
    <w:uiPriority w:val="99"/>
    <w:locked/>
    <w:rPr>
      <w:rFonts w:ascii="Cambria" w:hAnsi="Cambria" w:cs="Cambria"/>
      <w:color w:val="243F60"/>
    </w:rPr>
  </w:style>
  <w:style w:type="character" w:customStyle="1" w:styleId="Heading6CarPHPDOCX">
    <w:name w:val="Heading 6 Car PHPDOCX"/>
    <w:basedOn w:val="DefaultParagraphFontPHPDOCX"/>
    <w:link w:val="Heading6PHPDOCX"/>
    <w:uiPriority w:val="99"/>
    <w:locked/>
    <w:rPr>
      <w:rFonts w:ascii="Cambria" w:hAnsi="Cambria" w:cs="Cambria"/>
      <w:i/>
      <w:iCs/>
      <w:color w:val="243F60"/>
    </w:rPr>
  </w:style>
  <w:style w:type="character" w:customStyle="1" w:styleId="Heading7CarPHPDOCX">
    <w:name w:val="Heading 7 Car PHPDOCX"/>
    <w:basedOn w:val="DefaultParagraphFontPHPDOCX"/>
    <w:link w:val="Heading7PHPDOCX"/>
    <w:uiPriority w:val="99"/>
    <w:locked/>
    <w:rPr>
      <w:rFonts w:ascii="Cambria" w:hAnsi="Cambria" w:cs="Cambria"/>
      <w:i/>
      <w:iCs/>
      <w:color w:val="404040"/>
    </w:rPr>
  </w:style>
  <w:style w:type="character" w:customStyle="1" w:styleId="TitleCarPHPDOCX">
    <w:name w:val="Title Car PHPDOCX"/>
    <w:basedOn w:val="DefaultParagraphFontPHPDOCX"/>
    <w:link w:val="TitlePHPDOCX"/>
    <w:uiPriority w:val="99"/>
    <w:locked/>
    <w:rPr>
      <w:rFonts w:ascii="Cambria" w:hAnsi="Cambria" w:cs="Cambria"/>
      <w:color w:val="17365D"/>
      <w:spacing w:val="5"/>
      <w:sz w:val="52"/>
      <w:szCs w:val="52"/>
    </w:rPr>
  </w:style>
  <w:style w:type="character" w:customStyle="1" w:styleId="SubtitleCarPHPDOCX">
    <w:name w:val="Subtitle Car PHPDOCX"/>
    <w:basedOn w:val="DefaultParagraphFontPHPDOCX"/>
    <w:link w:val="SubtitlePHPDOCX"/>
    <w:uiPriority w:val="99"/>
    <w:locked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99"/>
    <w:rPr>
      <w:i/>
      <w:iCs/>
      <w:color w:val="808080"/>
    </w:rPr>
  </w:style>
  <w:style w:type="character" w:customStyle="1" w:styleId="EmphasisPHPDOCX">
    <w:name w:val="Emphasis PHPDOCX"/>
    <w:basedOn w:val="DefaultParagraphFontPHPDOCX"/>
    <w:uiPriority w:val="99"/>
    <w:rPr>
      <w:i/>
      <w:iCs/>
    </w:rPr>
  </w:style>
  <w:style w:type="character" w:customStyle="1" w:styleId="IntenseEmphasisPHPDOCX">
    <w:name w:val="Intense Emphasis PHPDOCX"/>
    <w:basedOn w:val="DefaultParagraphFontPHPDOCX"/>
    <w:uiPriority w:val="99"/>
    <w:rPr>
      <w:b/>
      <w:bCs/>
      <w:i/>
      <w:iCs/>
      <w:color w:val="4F81BD"/>
    </w:rPr>
  </w:style>
  <w:style w:type="character" w:customStyle="1" w:styleId="StrongPHPDOCX">
    <w:name w:val="Strong PHPDOCX"/>
    <w:basedOn w:val="DefaultParagraphFontPHPDOCX"/>
    <w:uiPriority w:val="99"/>
    <w:rPr>
      <w:b/>
      <w:bCs/>
    </w:rPr>
  </w:style>
  <w:style w:type="character" w:customStyle="1" w:styleId="QuoteCarPHPDOCX">
    <w:name w:val="Quote Car PHPDOCX"/>
    <w:basedOn w:val="DefaultParagraphFontPHPDOCX"/>
    <w:link w:val="QuotePHPDOCX"/>
    <w:uiPriority w:val="99"/>
    <w:locked/>
    <w:rPr>
      <w:i/>
      <w:iCs/>
      <w:color w:val="000000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99"/>
    <w:locked/>
    <w:rPr>
      <w:b/>
      <w:bCs/>
      <w:i/>
      <w:iCs/>
      <w:color w:val="4F81BD"/>
    </w:rPr>
  </w:style>
  <w:style w:type="character" w:customStyle="1" w:styleId="SubtleReferencePHPDOCX">
    <w:name w:val="Subtle Reference PHPDOCX"/>
    <w:basedOn w:val="DefaultParagraphFontPHPDOCX"/>
    <w:uiPriority w:val="99"/>
    <w:rPr>
      <w:smallCaps/>
      <w:color w:val="C0504D"/>
      <w:u w:val="single"/>
    </w:rPr>
  </w:style>
  <w:style w:type="character" w:customStyle="1" w:styleId="IntenseReferencePHPDOCX">
    <w:name w:val="Intense Reference PHPDOCX"/>
    <w:basedOn w:val="DefaultParagraphFontPHPDOCX"/>
    <w:uiPriority w:val="99"/>
    <w:rPr>
      <w:b/>
      <w:bCs/>
      <w:smallCaps/>
      <w:color w:val="C0504D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99"/>
    <w:rPr>
      <w:b/>
      <w:bCs/>
      <w:smallCaps/>
      <w:spacing w:val="5"/>
    </w:rPr>
  </w:style>
  <w:style w:type="character" w:customStyle="1" w:styleId="Heading8CarPHPDOCX">
    <w:name w:val="Heading 8 Car PHPDOCX"/>
    <w:basedOn w:val="DefaultParagraphFontPHPDOCX"/>
    <w:link w:val="Heading8PHPDOCX"/>
    <w:uiPriority w:val="99"/>
    <w:semiHidden/>
    <w:locked/>
    <w:rPr>
      <w:rFonts w:ascii="Cambria" w:hAnsi="Cambria" w:cs="Cambria"/>
      <w:color w:val="404040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9"/>
    <w:semiHidden/>
    <w:locked/>
    <w:rPr>
      <w:rFonts w:ascii="Cambria" w:hAnsi="Cambria" w:cs="Cambria"/>
      <w:i/>
      <w:iCs/>
      <w:color w:val="404040"/>
      <w:sz w:val="20"/>
      <w:szCs w:val="20"/>
    </w:rPr>
  </w:style>
  <w:style w:type="character" w:customStyle="1" w:styleId="ListLabel1">
    <w:name w:val="ListLabel 1"/>
    <w:uiPriority w:val="99"/>
    <w:rsid w:val="00396340"/>
  </w:style>
  <w:style w:type="character" w:customStyle="1" w:styleId="InternetLink">
    <w:name w:val="Internet Link"/>
    <w:uiPriority w:val="99"/>
    <w:rsid w:val="00396340"/>
    <w:rPr>
      <w:color w:val="000080"/>
      <w:u w:val="single"/>
    </w:rPr>
  </w:style>
  <w:style w:type="paragraph" w:customStyle="1" w:styleId="Heading">
    <w:name w:val="Heading"/>
    <w:basedOn w:val="Normal"/>
    <w:next w:val="TextBody"/>
    <w:uiPriority w:val="99"/>
    <w:rsid w:val="00396340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customStyle="1" w:styleId="TextBody">
    <w:name w:val="Text Body"/>
    <w:basedOn w:val="Normal"/>
    <w:uiPriority w:val="99"/>
    <w:rsid w:val="00396340"/>
    <w:pPr>
      <w:spacing w:after="140" w:line="288" w:lineRule="auto"/>
    </w:pPr>
  </w:style>
  <w:style w:type="paragraph" w:styleId="List">
    <w:name w:val="List"/>
    <w:basedOn w:val="TextBody"/>
    <w:uiPriority w:val="99"/>
    <w:rsid w:val="00396340"/>
  </w:style>
  <w:style w:type="paragraph" w:customStyle="1" w:styleId="Caption1">
    <w:name w:val="Caption1"/>
    <w:basedOn w:val="Normal"/>
    <w:uiPriority w:val="99"/>
    <w:rsid w:val="0039634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396340"/>
    <w:pPr>
      <w:suppressLineNumbers/>
    </w:pPr>
  </w:style>
  <w:style w:type="paragraph" w:customStyle="1" w:styleId="Heading1PHPDOCX">
    <w:name w:val="Heading 1 PHPDOCX"/>
    <w:basedOn w:val="Normal"/>
    <w:next w:val="Normal"/>
    <w:link w:val="Heading1CarPHPDOCX"/>
    <w:uiPriority w:val="99"/>
    <w:pPr>
      <w:keepNext/>
      <w:keepLines/>
      <w:spacing w:before="480" w:after="0"/>
      <w:ind w:left="432" w:hanging="432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9"/>
    <w:pPr>
      <w:keepNext/>
      <w:keepLines/>
      <w:spacing w:before="200" w:after="0"/>
      <w:ind w:left="432" w:hanging="432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9"/>
    <w:pPr>
      <w:keepNext/>
      <w:keepLines/>
      <w:spacing w:before="200" w:after="0"/>
      <w:ind w:left="432" w:hanging="432"/>
      <w:outlineLvl w:val="2"/>
    </w:pPr>
    <w:rPr>
      <w:rFonts w:ascii="Cambria" w:hAnsi="Cambria" w:cs="Cambria"/>
      <w:b/>
      <w:bCs/>
      <w:color w:val="4F81BD"/>
    </w:rPr>
  </w:style>
  <w:style w:type="paragraph" w:customStyle="1" w:styleId="Heading4PHPDOCX">
    <w:name w:val="Heading 4 PHPDOCX"/>
    <w:basedOn w:val="Normal"/>
    <w:next w:val="Normal"/>
    <w:link w:val="Heading4CarPHPDOCX"/>
    <w:uiPriority w:val="99"/>
    <w:pPr>
      <w:keepNext/>
      <w:keepLines/>
      <w:spacing w:before="200" w:after="0"/>
      <w:ind w:left="432" w:hanging="432"/>
      <w:outlineLvl w:val="3"/>
    </w:pPr>
    <w:rPr>
      <w:rFonts w:ascii="Cambria" w:hAnsi="Cambria" w:cs="Cambria"/>
      <w:b/>
      <w:bCs/>
      <w:i/>
      <w:iCs/>
      <w:color w:val="4F81BD"/>
    </w:rPr>
  </w:style>
  <w:style w:type="paragraph" w:customStyle="1" w:styleId="Heading5PHPDOCX">
    <w:name w:val="Heading 5 PHPDOCX"/>
    <w:basedOn w:val="Normal"/>
    <w:next w:val="Normal"/>
    <w:link w:val="Heading5CarPHPDOCX"/>
    <w:uiPriority w:val="99"/>
    <w:pPr>
      <w:keepNext/>
      <w:keepLines/>
      <w:spacing w:before="200" w:after="0"/>
      <w:ind w:left="432" w:hanging="432"/>
      <w:outlineLvl w:val="4"/>
    </w:pPr>
    <w:rPr>
      <w:rFonts w:ascii="Cambria" w:hAnsi="Cambria" w:cs="Cambria"/>
      <w:color w:val="243F60"/>
    </w:rPr>
  </w:style>
  <w:style w:type="paragraph" w:customStyle="1" w:styleId="Heading6PHPDOCX">
    <w:name w:val="Heading 6 PHPDOCX"/>
    <w:basedOn w:val="Normal"/>
    <w:next w:val="Normal"/>
    <w:link w:val="Heading6CarPHPDOCX"/>
    <w:uiPriority w:val="99"/>
    <w:pPr>
      <w:keepNext/>
      <w:keepLines/>
      <w:spacing w:before="200" w:after="0"/>
      <w:ind w:left="432" w:hanging="432"/>
      <w:outlineLvl w:val="5"/>
    </w:pPr>
    <w:rPr>
      <w:rFonts w:ascii="Cambria" w:hAnsi="Cambria" w:cs="Cambria"/>
      <w:i/>
      <w:iCs/>
      <w:color w:val="243F60"/>
    </w:rPr>
  </w:style>
  <w:style w:type="paragraph" w:customStyle="1" w:styleId="Heading7PHPDOCX">
    <w:name w:val="Heading 7 PHPDOCX"/>
    <w:basedOn w:val="Normal"/>
    <w:next w:val="Normal"/>
    <w:link w:val="Heading7CarPHPDOCX"/>
    <w:uiPriority w:val="99"/>
    <w:pPr>
      <w:keepNext/>
      <w:keepLines/>
      <w:spacing w:before="200" w:after="0"/>
      <w:ind w:left="432" w:hanging="432"/>
      <w:outlineLvl w:val="6"/>
    </w:pPr>
    <w:rPr>
      <w:rFonts w:ascii="Cambria" w:hAnsi="Cambria" w:cs="Cambria"/>
      <w:i/>
      <w:iCs/>
      <w:color w:val="404040"/>
    </w:rPr>
  </w:style>
  <w:style w:type="paragraph" w:customStyle="1" w:styleId="Heading8PHPDOCX">
    <w:name w:val="Heading 8 PHPDOCX"/>
    <w:basedOn w:val="Normal"/>
    <w:next w:val="Normal"/>
    <w:link w:val="Heading8CarPHPDOCX"/>
    <w:uiPriority w:val="99"/>
    <w:semiHidden/>
    <w:pPr>
      <w:keepNext/>
      <w:keepLines/>
      <w:spacing w:before="200" w:after="0"/>
      <w:ind w:left="432" w:hanging="432"/>
      <w:outlineLvl w:val="7"/>
    </w:pPr>
    <w:rPr>
      <w:rFonts w:ascii="Cambria" w:hAnsi="Cambria" w:cs="Cambria"/>
      <w:color w:val="404040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9"/>
    <w:semiHidden/>
    <w:pPr>
      <w:keepNext/>
      <w:keepLines/>
      <w:spacing w:before="200" w:after="0"/>
      <w:ind w:left="432" w:hanging="432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pPr>
      <w:spacing w:line="240" w:lineRule="auto"/>
    </w:pPr>
    <w:rPr>
      <w:sz w:val="20"/>
      <w:szCs w:val="20"/>
      <w:lang w:val="bg-BG" w:eastAsia="bg-BG"/>
    </w:rPr>
  </w:style>
  <w:style w:type="paragraph" w:customStyle="1" w:styleId="annotationsubjectPHPDOCX">
    <w:name w:val="annotation subject PHPDOCX"/>
    <w:basedOn w:val="annotationtextPHPDOCX"/>
    <w:link w:val="CommentSubjectCharPHPDOCX"/>
    <w:uiPriority w:val="99"/>
    <w:semiHidden/>
    <w:rPr>
      <w:b/>
      <w:bCs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val="bg-BG" w:eastAsia="bg-BG"/>
    </w:rPr>
  </w:style>
  <w:style w:type="paragraph" w:customStyle="1" w:styleId="footnoteTextPHPDOCX">
    <w:name w:val="footnote Text PHPDOCX"/>
    <w:basedOn w:val="Normal"/>
    <w:uiPriority w:val="99"/>
    <w:semiHidden/>
    <w:pPr>
      <w:spacing w:after="0" w:line="240" w:lineRule="auto"/>
    </w:pPr>
    <w:rPr>
      <w:sz w:val="20"/>
      <w:szCs w:val="20"/>
    </w:rPr>
  </w:style>
  <w:style w:type="paragraph" w:customStyle="1" w:styleId="endnoteTextPHPDOCX">
    <w:name w:val="endnote Text PHPDOCX"/>
    <w:basedOn w:val="Normal"/>
    <w:uiPriority w:val="99"/>
    <w:semiHidden/>
    <w:pPr>
      <w:spacing w:after="0" w:line="240" w:lineRule="auto"/>
    </w:pPr>
    <w:rPr>
      <w:sz w:val="20"/>
      <w:szCs w:val="20"/>
    </w:rPr>
  </w:style>
  <w:style w:type="paragraph" w:customStyle="1" w:styleId="TitlePHPDOCX">
    <w:name w:val="Title PHPDOCX"/>
    <w:basedOn w:val="Normal"/>
    <w:next w:val="Normal"/>
    <w:link w:val="TitleCarPHPDOCX"/>
    <w:uiPriority w:val="99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99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QuotePHPDOCX">
    <w:name w:val="Quote PHPDOCX"/>
    <w:basedOn w:val="Normal"/>
    <w:next w:val="Normal"/>
    <w:link w:val="QuoteCarPHPDOCX"/>
    <w:uiPriority w:val="99"/>
    <w:rPr>
      <w:i/>
      <w:iCs/>
      <w:color w:val="000000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9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ListParagraphPHPDOCX">
    <w:name w:val="List Paragraph PHPDOCX"/>
    <w:basedOn w:val="Normal"/>
    <w:uiPriority w:val="99"/>
    <w:pPr>
      <w:ind w:left="720"/>
    </w:pPr>
  </w:style>
  <w:style w:type="paragraph" w:customStyle="1" w:styleId="NoSpacingPHPDOCX">
    <w:name w:val="No Spacing PHPDOCX"/>
    <w:uiPriority w:val="99"/>
    <w:pPr>
      <w:suppressAutoHyphens/>
    </w:pPr>
    <w:rPr>
      <w:lang w:val="en-US" w:eastAsia="en-US"/>
    </w:rPr>
  </w:style>
  <w:style w:type="paragraph" w:customStyle="1" w:styleId="Footer1">
    <w:name w:val="Footer1"/>
    <w:basedOn w:val="Normal"/>
    <w:uiPriority w:val="99"/>
    <w:rsid w:val="00396340"/>
  </w:style>
  <w:style w:type="table" w:customStyle="1" w:styleId="NormalTablePHPDOCX">
    <w:name w:val="Normal Table PHPDOCX"/>
    <w:uiPriority w:val="99"/>
    <w:semiHidden/>
    <w:rsid w:val="00396340"/>
    <w:pPr>
      <w:spacing w:line="276" w:lineRule="auto"/>
    </w:pPr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99"/>
    <w:rsid w:val="00396340"/>
    <w:rPr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99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1PHPDOCX">
    <w:name w:val="Light Shading Accent 1 PHPDOCX"/>
    <w:uiPriority w:val="99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2PHPDOCX">
    <w:name w:val="Light Shading Accent 2 PHPDOCX"/>
    <w:uiPriority w:val="99"/>
    <w:rPr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3PHPDOCX">
    <w:name w:val="Light Shading Accent 3 PHPDOCX"/>
    <w:uiPriority w:val="99"/>
    <w:rPr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4PHPDOCX">
    <w:name w:val="Light Shading Accent 4 PHPDOCX"/>
    <w:uiPriority w:val="99"/>
    <w:rPr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Accent5PHPDOCX">
    <w:name w:val="Light Shading Accent 5 PHPDOCX"/>
    <w:uiPriority w:val="99"/>
    <w:rPr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PHPDOCX">
    <w:name w:val="Light List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1PHPDOCX">
    <w:name w:val="Light List Accent 1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2PHPDOCX">
    <w:name w:val="Light List Accent 2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3PHPDOCX">
    <w:name w:val="Light List Accent 3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4PHPDOCX">
    <w:name w:val="Light List Accent 4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5PHPDOCX">
    <w:name w:val="Light List Accent 5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Accent6PHPDOCX">
    <w:name w:val="Light List Accent 6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PHPDOCX">
    <w:name w:val="Light Grid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1PHPDOCX">
    <w:name w:val="Light Grid 1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2PHPDOCX">
    <w:name w:val="Light Grid 2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3PHPDOCX">
    <w:name w:val="Light Grid 3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4PHPDOCX">
    <w:name w:val="Light Grid 4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5PHPDOCX">
    <w:name w:val="Light Grid 5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6PHPDOCX">
    <w:name w:val="Light Grid 6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PHPDOCX">
    <w:name w:val="Medium Shading 1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1PHPDOCX">
    <w:name w:val="Medium Shading 1 Accent 1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2PHPDOCX">
    <w:name w:val="Medium Shading 1 Accent 2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3PHPDOCX">
    <w:name w:val="Medium Shading 1 Accent 3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4PHPDOCX">
    <w:name w:val="Medium Shading 1 Accent 4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5PHPDOCX">
    <w:name w:val="Medium Shading 1 Accent 5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Accent6PHPDOCX">
    <w:name w:val="Medium Shading 1 Accent 6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PHPDOCX">
    <w:name w:val="Medium Shading 2 PHPDOCX"/>
    <w:uiPriority w:val="99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1PHPDOCX">
    <w:name w:val="Medium Shading 2 Accent 1 PHPDOCX"/>
    <w:uiPriority w:val="99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2PHPDOCX">
    <w:name w:val="Medium Shading 2 Accent 2 PHPDOCX"/>
    <w:uiPriority w:val="99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3PHPDOCX">
    <w:name w:val="Medium Shading 2 Accent 3 PHPDOCX"/>
    <w:uiPriority w:val="99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4PHPDOCX">
    <w:name w:val="Medium Shading 2 Accent 4 PHPDOCX"/>
    <w:uiPriority w:val="99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5PHPDOCX">
    <w:name w:val="Medium Shading 2 Accent 5 PHPDOCX"/>
    <w:uiPriority w:val="99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Accent6PHPDOCX">
    <w:name w:val="Medium Shading 2 Accent 6 PHPDOCX"/>
    <w:uiPriority w:val="99"/>
    <w:rPr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PHPDOCX">
    <w:name w:val="Medium List 1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1PHPDOCX">
    <w:name w:val="Medium List 1 Accent 1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2PHPDOCX">
    <w:name w:val="Medium List 1 Accent 2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3PHPDOCX">
    <w:name w:val="Medium List 1 Accent 3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4PHPDOCX">
    <w:name w:val="Medium List 1 Accent 4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5PHPDOCX">
    <w:name w:val="Medium List 1 Accent 5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Accent6PHPDOCX">
    <w:name w:val="Medium List 1 Accent 6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PHPDOCX">
    <w:name w:val="Medium List 2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1PHPDOCX">
    <w:name w:val="Medium List 2 Accent 1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2PHPDOCX">
    <w:name w:val="Medium List 2 Accent 2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3PHPDOCX">
    <w:name w:val="Medium List 2 Accent 3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4PHPDOCX">
    <w:name w:val="Medium List 2 Accent 4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5PHPDOCX">
    <w:name w:val="Medium List 2 Accent 5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Accent6PHPDOCX">
    <w:name w:val="Medium List 2 Accent 6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1PHPDOCX">
    <w:name w:val="Medium Grid 1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1Accent1PHPDOCX">
    <w:name w:val="Medium Grid 1 Accent 1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MediumGrid1Accent2PHPDOCX">
    <w:name w:val="Medium Grid 1 Accent 2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</w:style>
  <w:style w:type="table" w:customStyle="1" w:styleId="MediumGrid1Accent3PHPDOCX">
    <w:name w:val="Medium Grid 1 Accent 3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</w:style>
  <w:style w:type="table" w:customStyle="1" w:styleId="MediumGrid1Accent4PHPDOCX">
    <w:name w:val="Medium Grid 1 Accent 4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</w:style>
  <w:style w:type="table" w:customStyle="1" w:styleId="MediumGrid1Accent5PHPDOCX">
    <w:name w:val="Medium Grid 1 Accent 5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</w:style>
  <w:style w:type="table" w:customStyle="1" w:styleId="MediumGrid1Accent6PHPDOCX">
    <w:name w:val="Medium Grid 1 Accent 6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</w:style>
  <w:style w:type="table" w:customStyle="1" w:styleId="MediumGrid2PHPDOCX">
    <w:name w:val="Medium Grid 2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2Accent1PHPDOCX">
    <w:name w:val="Medium Grid 2 Accent 1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MediumGrid2Accent2PHPDOCX">
    <w:name w:val="Medium Grid 2 Accent 2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</w:style>
  <w:style w:type="table" w:customStyle="1" w:styleId="MediumGrid2Accent3PHPDOCX">
    <w:name w:val="Medium Grid 2 Accent 3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</w:style>
  <w:style w:type="table" w:customStyle="1" w:styleId="MediumGrid2Accent4PHPDOCX">
    <w:name w:val="Medium Grid 2 Accent 4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</w:style>
  <w:style w:type="table" w:customStyle="1" w:styleId="MediumGrid2Accent5PHPDOCX">
    <w:name w:val="Medium Grid 2 Accent 5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</w:style>
  <w:style w:type="table" w:customStyle="1" w:styleId="MediumGrid2Accent6PHPDOCX">
    <w:name w:val="Medium Grid 2 Accent 6 PHPDOCX"/>
    <w:uiPriority w:val="99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</w:style>
  <w:style w:type="table" w:customStyle="1" w:styleId="MediumGrid3PHPDOCX">
    <w:name w:val="Medium Grid 3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3Accent1PHPDOCX">
    <w:name w:val="Medium Grid 3 Accent 1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MediumGrid3Accent2PHPDOCX">
    <w:name w:val="Medium Grid 3 Accent 2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</w:style>
  <w:style w:type="table" w:customStyle="1" w:styleId="MediumGrid3Accent3PHPDOCX">
    <w:name w:val="Medium Grid 3 Accent 3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</w:style>
  <w:style w:type="table" w:customStyle="1" w:styleId="MediumGrid3Accent5PHPDOCX">
    <w:name w:val="Medium Grid 3 Accent 5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</w:style>
  <w:style w:type="table" w:customStyle="1" w:styleId="MediumGrid3Accent4PHPDOCX">
    <w:name w:val="Medium Grid 3 Accent 4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</w:style>
  <w:style w:type="table" w:customStyle="1" w:styleId="MediumGrid3Accent6PHPDOCX">
    <w:name w:val="Medium Grid 3 Accent 6 PHPDOCX"/>
    <w:uiPriority w:val="99"/>
    <w:rPr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</w:style>
  <w:style w:type="table" w:customStyle="1" w:styleId="DarkListPHPDOCX">
    <w:name w:val="Dark List PHPDOCX"/>
    <w:uiPriority w:val="99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</w:style>
  <w:style w:type="table" w:customStyle="1" w:styleId="DarkListAccent1PHPDOCX">
    <w:name w:val="Dark List Accent 1 PHPDOCX"/>
    <w:uiPriority w:val="99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</w:style>
  <w:style w:type="table" w:customStyle="1" w:styleId="DarkListAccent2PHPDOCX">
    <w:name w:val="Dark List Accent 2 PHPDOCX"/>
    <w:uiPriority w:val="99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</w:style>
  <w:style w:type="table" w:customStyle="1" w:styleId="DarkListAccent3PHPDOCX">
    <w:name w:val="Dark List Accent 3 PHPDOCX"/>
    <w:uiPriority w:val="99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</w:style>
  <w:style w:type="table" w:customStyle="1" w:styleId="DarkListAccent4PHPDOCX">
    <w:name w:val="Dark List Accent 4 PHPDOCX"/>
    <w:uiPriority w:val="99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</w:style>
  <w:style w:type="table" w:customStyle="1" w:styleId="DarkListAccent5PHPDOCX">
    <w:name w:val="Dark List Accent 5 PHPDOCX"/>
    <w:uiPriority w:val="99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</w:style>
  <w:style w:type="table" w:customStyle="1" w:styleId="DarkListAccent6PHPDOCX">
    <w:name w:val="Dark List Accent 6 PHPDOCX"/>
    <w:uiPriority w:val="99"/>
    <w:rPr>
      <w:color w:val="FFFFFF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</w:style>
  <w:style w:type="table" w:customStyle="1" w:styleId="ColorfulShadingPHPDOCX">
    <w:name w:val="Colorful Shading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ShadingAccent1PHPDOCX">
    <w:name w:val="Colorful Shading Accent 1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</w:style>
  <w:style w:type="table" w:customStyle="1" w:styleId="ColorfulShadingAccent2PHPDOCX">
    <w:name w:val="Colorful Shading Accent 2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</w:style>
  <w:style w:type="table" w:customStyle="1" w:styleId="ColorfulShadingAccent3PHPDOCX">
    <w:name w:val="Colorful Shading Accent 3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</w:style>
  <w:style w:type="table" w:customStyle="1" w:styleId="ColorfulShadingAccent4PHPDOCX">
    <w:name w:val="Colorful Shading Accent 4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</w:style>
  <w:style w:type="table" w:customStyle="1" w:styleId="ColorfulShadingAccent5PHPDOCX">
    <w:name w:val="Colorful Shading Accent 5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</w:style>
  <w:style w:type="table" w:customStyle="1" w:styleId="ColorfulShadingAccent6PHPDOCX">
    <w:name w:val="Colorful Shading Accent 6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</w:style>
  <w:style w:type="table" w:customStyle="1" w:styleId="ColorfulListPHPDOCX">
    <w:name w:val="Colorful List PHPDOCX"/>
    <w:uiPriority w:val="99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customStyle="1" w:styleId="ColorfulListAccent1PHPDOCX">
    <w:name w:val="Colorful List Accent 1 PHPDOCX"/>
    <w:uiPriority w:val="99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</w:style>
  <w:style w:type="table" w:customStyle="1" w:styleId="ColorfulListAccent2PHPDOCX">
    <w:name w:val="Colorful List Accent 2 PHPDOCX"/>
    <w:uiPriority w:val="99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</w:style>
  <w:style w:type="table" w:customStyle="1" w:styleId="ColorfulListAccent3PHPDOCX">
    <w:name w:val="Colorful List Accent 3 PHPDOCX"/>
    <w:uiPriority w:val="99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</w:style>
  <w:style w:type="table" w:customStyle="1" w:styleId="ColorfulListAccent4PHPDOCX">
    <w:name w:val="Colorful List Accent 4 PHPDOCX"/>
    <w:uiPriority w:val="99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</w:style>
  <w:style w:type="table" w:customStyle="1" w:styleId="ColorfulListAccent5PHPDOCX">
    <w:name w:val="Colorful List Accent 5 PHPDOCX"/>
    <w:uiPriority w:val="99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</w:style>
  <w:style w:type="table" w:customStyle="1" w:styleId="ColorfulListAccent6PHPDOCX">
    <w:name w:val="Colorful List Accent 6 PHPDOCX"/>
    <w:uiPriority w:val="99"/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</w:style>
  <w:style w:type="table" w:customStyle="1" w:styleId="ColorfulGridPHPDOCX">
    <w:name w:val="Colorful Grid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customStyle="1" w:styleId="ColorfulGridAccent1PHPDOCX">
    <w:name w:val="Colorful Grid Accent 1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ColorfulGridAccent2PHPDOCX">
    <w:name w:val="Colorful Grid Accent 2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</w:style>
  <w:style w:type="table" w:customStyle="1" w:styleId="ColorfulGridAccent3PHPDOCX">
    <w:name w:val="Colorful Grid Accent 3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</w:style>
  <w:style w:type="table" w:customStyle="1" w:styleId="ColorfulGridAccent4PHPDOCX">
    <w:name w:val="Colorful Grid Accent 4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</w:style>
  <w:style w:type="table" w:customStyle="1" w:styleId="ColorfulGridAccent5PHPDOCX">
    <w:name w:val="Colorful Grid Accent 5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</w:style>
  <w:style w:type="table" w:customStyle="1" w:styleId="ColorfulGridAccent6PHPDOCX">
    <w:name w:val="Colorful Grid Accent 6 PHPDOCX"/>
    <w:uiPriority w:val="99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</w:style>
  <w:style w:type="paragraph" w:styleId="BalloonText">
    <w:name w:val="Balloon Text"/>
    <w:basedOn w:val="Normal"/>
    <w:link w:val="BalloonTextChar"/>
    <w:uiPriority w:val="99"/>
    <w:semiHidden/>
    <w:rsid w:val="0095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5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104</Words>
  <Characters>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Petya</cp:lastModifiedBy>
  <cp:revision>4</cp:revision>
  <dcterms:created xsi:type="dcterms:W3CDTF">2019-08-21T18:46:00Z</dcterms:created>
  <dcterms:modified xsi:type="dcterms:W3CDTF">2019-08-26T07:37:00Z</dcterms:modified>
</cp:coreProperties>
</file>